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25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285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 w:rsidR="00666C89" w:rsidRPr="002F33F2" w:rsidTr="00720031">
        <w:trPr>
          <w:trHeight w:val="268"/>
        </w:trPr>
        <w:tc>
          <w:tcPr>
            <w:tcW w:w="1381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T1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T2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T3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T4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T5</w:t>
            </w:r>
          </w:p>
        </w:tc>
      </w:tr>
      <w:tr w:rsidR="00666C89" w:rsidRPr="002F33F2" w:rsidTr="00720031">
        <w:trPr>
          <w:trHeight w:val="256"/>
        </w:trPr>
        <w:tc>
          <w:tcPr>
            <w:tcW w:w="16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666C89" w:rsidRPr="002F33F2" w:rsidRDefault="00666C89" w:rsidP="00DF7C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high/low in comp to ref</w:t>
            </w:r>
          </w:p>
        </w:tc>
        <w:tc>
          <w:tcPr>
            <w:tcW w:w="66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C89" w:rsidRPr="002F33F2" w:rsidRDefault="00666C89" w:rsidP="00DF7C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66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C89" w:rsidRPr="002F33F2" w:rsidRDefault="00666C89" w:rsidP="00DF7C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%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C89" w:rsidRPr="002F33F2" w:rsidRDefault="00666C89" w:rsidP="00DF7C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660" w:type="dxa"/>
            <w:tcBorders>
              <w:top w:val="single" w:sz="12" w:space="0" w:color="000000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66C89" w:rsidRPr="002F33F2" w:rsidRDefault="00666C89" w:rsidP="00DF7C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C89" w:rsidRPr="002F33F2" w:rsidRDefault="00666C89" w:rsidP="00DF7C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66C89" w:rsidRPr="002F33F2" w:rsidRDefault="00666C89" w:rsidP="00DF7C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C89" w:rsidRPr="002F33F2" w:rsidRDefault="00666C89" w:rsidP="00DF7C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66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C89" w:rsidRPr="002F33F2" w:rsidRDefault="00666C89" w:rsidP="00DF7C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%</w:t>
            </w:r>
          </w:p>
        </w:tc>
        <w:tc>
          <w:tcPr>
            <w:tcW w:w="66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C89" w:rsidRPr="002F33F2" w:rsidRDefault="00666C89" w:rsidP="00DF7C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66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C89" w:rsidRPr="002F33F2" w:rsidRDefault="00666C89" w:rsidP="00DF7C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%</w:t>
            </w:r>
          </w:p>
        </w:tc>
      </w:tr>
      <w:tr w:rsidR="00666C89" w:rsidRPr="002F33F2" w:rsidTr="00720031">
        <w:trPr>
          <w:trHeight w:val="256"/>
        </w:trPr>
        <w:tc>
          <w:tcPr>
            <w:tcW w:w="1381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Albumin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239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93,4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184,0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90,2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153,0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91,1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124,0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91,2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117,0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97,5</w:t>
            </w:r>
          </w:p>
        </w:tc>
      </w:tr>
      <w:tr w:rsidR="00666C89" w:rsidRPr="002F33F2" w:rsidTr="00720031">
        <w:trPr>
          <w:trHeight w:val="256"/>
        </w:trPr>
        <w:tc>
          <w:tcPr>
            <w:tcW w:w="138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6,6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20,0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9,8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15,0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8,9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4,4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2,5</w:t>
            </w:r>
          </w:p>
        </w:tc>
      </w:tr>
      <w:tr w:rsidR="00666C89" w:rsidRPr="002F33F2" w:rsidTr="00720031">
        <w:trPr>
          <w:trHeight w:val="256"/>
        </w:trPr>
        <w:tc>
          <w:tcPr>
            <w:tcW w:w="138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</w:tr>
      <w:tr w:rsidR="00666C89" w:rsidRPr="002F33F2" w:rsidTr="00720031">
        <w:trPr>
          <w:trHeight w:val="256"/>
        </w:trPr>
        <w:tc>
          <w:tcPr>
            <w:tcW w:w="1381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auto" w:fill="auto"/>
            <w:hideMark/>
          </w:tcPr>
          <w:p w:rsidR="00666C89" w:rsidRPr="002F33F2" w:rsidRDefault="00666C89" w:rsidP="00720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ALT</w:t>
            </w:r>
          </w:p>
        </w:tc>
        <w:tc>
          <w:tcPr>
            <w:tcW w:w="27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60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226</w:t>
            </w:r>
          </w:p>
        </w:tc>
        <w:tc>
          <w:tcPr>
            <w:tcW w:w="66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88,3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184,0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90,2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146,0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86,9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124,0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91,2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110,0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91,7</w:t>
            </w:r>
          </w:p>
        </w:tc>
      </w:tr>
      <w:tr w:rsidR="00666C89" w:rsidRPr="002F33F2" w:rsidTr="00720031">
        <w:trPr>
          <w:trHeight w:val="256"/>
        </w:trPr>
        <w:tc>
          <w:tcPr>
            <w:tcW w:w="1381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11,3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20,0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9,8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22,0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13,1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2,9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10,0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8,3</w:t>
            </w:r>
          </w:p>
        </w:tc>
      </w:tr>
      <w:tr w:rsidR="00666C89" w:rsidRPr="002F33F2" w:rsidTr="00720031">
        <w:trPr>
          <w:trHeight w:val="256"/>
        </w:trPr>
        <w:tc>
          <w:tcPr>
            <w:tcW w:w="1381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,4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5,9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,0</w:t>
            </w:r>
          </w:p>
        </w:tc>
      </w:tr>
      <w:tr w:rsidR="00666C89" w:rsidRPr="002F33F2" w:rsidTr="00720031">
        <w:trPr>
          <w:trHeight w:val="256"/>
        </w:trPr>
        <w:tc>
          <w:tcPr>
            <w:tcW w:w="1381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auto" w:fill="auto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AP</w:t>
            </w:r>
          </w:p>
        </w:tc>
        <w:tc>
          <w:tcPr>
            <w:tcW w:w="27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60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246</w:t>
            </w:r>
          </w:p>
        </w:tc>
        <w:tc>
          <w:tcPr>
            <w:tcW w:w="66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96,1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193,0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94,6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157,0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93,5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87,0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64,0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109,0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90,8</w:t>
            </w:r>
          </w:p>
        </w:tc>
      </w:tr>
      <w:tr w:rsidR="00666C89" w:rsidRPr="002F33F2" w:rsidTr="00720031">
        <w:trPr>
          <w:trHeight w:val="256"/>
        </w:trPr>
        <w:tc>
          <w:tcPr>
            <w:tcW w:w="1381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1,2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3,6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49,0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36,0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5,0</w:t>
            </w:r>
          </w:p>
        </w:tc>
      </w:tr>
      <w:tr w:rsidR="00666C89" w:rsidRPr="002F33F2" w:rsidTr="00720031">
        <w:trPr>
          <w:trHeight w:val="256"/>
        </w:trPr>
        <w:tc>
          <w:tcPr>
            <w:tcW w:w="1381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2,7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4,2</w:t>
            </w:r>
          </w:p>
        </w:tc>
      </w:tr>
      <w:tr w:rsidR="00666C89" w:rsidRPr="002F33F2" w:rsidTr="00720031">
        <w:trPr>
          <w:trHeight w:val="256"/>
        </w:trPr>
        <w:tc>
          <w:tcPr>
            <w:tcW w:w="138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AST</w:t>
            </w:r>
          </w:p>
        </w:tc>
        <w:tc>
          <w:tcPr>
            <w:tcW w:w="27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60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248</w:t>
            </w:r>
          </w:p>
        </w:tc>
        <w:tc>
          <w:tcPr>
            <w:tcW w:w="66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96,9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199,0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97,5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165,0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98,2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129,0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94,9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116,0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96,7</w:t>
            </w:r>
          </w:p>
        </w:tc>
      </w:tr>
      <w:tr w:rsidR="00666C89" w:rsidRPr="002F33F2" w:rsidTr="00720031">
        <w:trPr>
          <w:trHeight w:val="256"/>
        </w:trPr>
        <w:tc>
          <w:tcPr>
            <w:tcW w:w="138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3,1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2,5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1,8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5,1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3,3</w:t>
            </w:r>
          </w:p>
        </w:tc>
      </w:tr>
      <w:tr w:rsidR="00666C89" w:rsidRPr="002F33F2" w:rsidTr="00720031">
        <w:trPr>
          <w:trHeight w:val="256"/>
        </w:trPr>
        <w:tc>
          <w:tcPr>
            <w:tcW w:w="138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</w:tr>
      <w:tr w:rsidR="00666C89" w:rsidRPr="002F33F2" w:rsidTr="00720031">
        <w:trPr>
          <w:trHeight w:val="256"/>
        </w:trPr>
        <w:tc>
          <w:tcPr>
            <w:tcW w:w="1381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hideMark/>
          </w:tcPr>
          <w:p w:rsidR="00666C89" w:rsidRPr="002F33F2" w:rsidRDefault="002F33F2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Direct</w:t>
            </w:r>
            <w:proofErr w:type="spellEnd"/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bilirubin</w:t>
            </w:r>
            <w:proofErr w:type="spellEnd"/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153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59,8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90,0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44,1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34,0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20,2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57,0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41,9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68,0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56,7</w:t>
            </w:r>
          </w:p>
        </w:tc>
      </w:tr>
      <w:tr w:rsidR="00666C89" w:rsidRPr="002F33F2" w:rsidTr="00720031">
        <w:trPr>
          <w:trHeight w:val="256"/>
        </w:trPr>
        <w:tc>
          <w:tcPr>
            <w:tcW w:w="138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40,2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114,0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55,9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134,0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79,8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79,0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58,1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52,0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43,3</w:t>
            </w:r>
          </w:p>
        </w:tc>
      </w:tr>
      <w:tr w:rsidR="00666C89" w:rsidRPr="002F33F2" w:rsidTr="00720031">
        <w:trPr>
          <w:trHeight w:val="256"/>
        </w:trPr>
        <w:tc>
          <w:tcPr>
            <w:tcW w:w="1381" w:type="dxa"/>
            <w:vMerge/>
            <w:tcBorders>
              <w:top w:val="nil"/>
              <w:left w:val="single" w:sz="1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</w:tr>
      <w:tr w:rsidR="00666C89" w:rsidRPr="002F33F2" w:rsidTr="00720031">
        <w:trPr>
          <w:trHeight w:val="256"/>
        </w:trPr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666C89" w:rsidRPr="002F33F2" w:rsidRDefault="002F33F2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Total </w:t>
            </w:r>
            <w:proofErr w:type="spellStart"/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bilirubin</w:t>
            </w:r>
            <w:proofErr w:type="spellEnd"/>
          </w:p>
        </w:tc>
        <w:tc>
          <w:tcPr>
            <w:tcW w:w="27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93,8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196,0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96,1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159,0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94,6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116,0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85,3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113,0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94,2</w:t>
            </w:r>
          </w:p>
        </w:tc>
      </w:tr>
      <w:tr w:rsidR="00666C89" w:rsidRPr="002F33F2" w:rsidTr="00720031">
        <w:trPr>
          <w:trHeight w:val="256"/>
        </w:trPr>
        <w:tc>
          <w:tcPr>
            <w:tcW w:w="1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4,7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3,9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4,2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20,0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14,7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5,8</w:t>
            </w:r>
          </w:p>
        </w:tc>
      </w:tr>
      <w:tr w:rsidR="00666C89" w:rsidRPr="002F33F2" w:rsidTr="00720031">
        <w:trPr>
          <w:trHeight w:val="256"/>
        </w:trPr>
        <w:tc>
          <w:tcPr>
            <w:tcW w:w="1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1,6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1,2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</w:tr>
      <w:tr w:rsidR="00666C89" w:rsidRPr="002F33F2" w:rsidTr="00720031">
        <w:trPr>
          <w:trHeight w:val="256"/>
        </w:trPr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666C89" w:rsidRPr="002F33F2" w:rsidRDefault="002F33F2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y</w:t>
            </w:r>
            <w:r w:rsidR="00666C89"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GT</w:t>
            </w:r>
            <w:proofErr w:type="spellEnd"/>
          </w:p>
        </w:tc>
        <w:tc>
          <w:tcPr>
            <w:tcW w:w="27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219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85,5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181,0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88,7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145,0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86,3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119,0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87,5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98,0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81,7</w:t>
            </w:r>
          </w:p>
        </w:tc>
      </w:tr>
      <w:tr w:rsidR="00666C89" w:rsidRPr="002F33F2" w:rsidTr="00720031">
        <w:trPr>
          <w:trHeight w:val="256"/>
        </w:trPr>
        <w:tc>
          <w:tcPr>
            <w:tcW w:w="1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13,7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21,0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10,3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20,0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11,9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17,0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12,5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22,0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18,3</w:t>
            </w:r>
          </w:p>
        </w:tc>
      </w:tr>
      <w:tr w:rsidR="00666C89" w:rsidRPr="002F33F2" w:rsidTr="00720031">
        <w:trPr>
          <w:trHeight w:val="256"/>
        </w:trPr>
        <w:tc>
          <w:tcPr>
            <w:tcW w:w="1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C89" w:rsidRPr="002F33F2" w:rsidRDefault="00666C89" w:rsidP="00DF7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,8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1,8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C89" w:rsidRPr="002F33F2" w:rsidRDefault="00666C89" w:rsidP="00DF7C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2F33F2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</w:tr>
    </w:tbl>
    <w:p w:rsidR="00666C89" w:rsidRPr="002F33F2" w:rsidRDefault="00666C89">
      <w:pPr>
        <w:rPr>
          <w:rFonts w:ascii="Arial" w:hAnsi="Arial" w:cs="Arial"/>
        </w:rPr>
      </w:pPr>
      <w:proofErr w:type="spellStart"/>
      <w:r w:rsidRPr="002F33F2">
        <w:rPr>
          <w:rFonts w:ascii="Arial" w:hAnsi="Arial" w:cs="Arial"/>
        </w:rPr>
        <w:t>Supplemental</w:t>
      </w:r>
      <w:proofErr w:type="spellEnd"/>
      <w:r w:rsidRPr="002F33F2">
        <w:rPr>
          <w:rFonts w:ascii="Arial" w:hAnsi="Arial" w:cs="Arial"/>
        </w:rPr>
        <w:t xml:space="preserve"> Table S1 </w:t>
      </w:r>
      <w:bookmarkStart w:id="0" w:name="_GoBack"/>
      <w:bookmarkEnd w:id="0"/>
    </w:p>
    <w:sectPr w:rsidR="00666C89" w:rsidRPr="002F33F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C89"/>
    <w:rsid w:val="002F33F2"/>
    <w:rsid w:val="00666C89"/>
    <w:rsid w:val="00720031"/>
    <w:rsid w:val="00F5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D235E"/>
  <w15:chartTrackingRefBased/>
  <w15:docId w15:val="{F43657ED-0FC6-4E06-A9C1-5F3C4046E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66C8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BE09FFA6.dotm</Template>
  <TotalTime>0</TotalTime>
  <Pages>1</Pages>
  <Words>156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Aachen AöR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Kaifie, Andrea</dc:creator>
  <cp:keywords/>
  <dc:description/>
  <cp:lastModifiedBy>Andrea Kaifie</cp:lastModifiedBy>
  <cp:revision>4</cp:revision>
  <dcterms:created xsi:type="dcterms:W3CDTF">2018-06-21T08:33:00Z</dcterms:created>
  <dcterms:modified xsi:type="dcterms:W3CDTF">2018-06-21T09:00:00Z</dcterms:modified>
</cp:coreProperties>
</file>