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0E" w:rsidRDefault="0057110E" w:rsidP="005711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NSF Principal Investigator</w:t>
      </w:r>
    </w:p>
    <w:p w:rsidR="0057110E" w:rsidRDefault="0057110E" w:rsidP="00571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Computational Needs Assessment</w:t>
      </w:r>
    </w:p>
    <w:p w:rsidR="0057110E" w:rsidRDefault="0057110E" w:rsidP="0057110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Survey Questions</w:t>
      </w:r>
    </w:p>
    <w:p w:rsidR="0057110E" w:rsidRDefault="0057110E" w:rsidP="0057110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Developed by Lindsay Barone, Jason Williams, and David Micklos</w:t>
      </w:r>
    </w:p>
    <w:p w:rsidR="0057110E" w:rsidRDefault="0057110E" w:rsidP="0057110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DNA Learning Center</w:t>
      </w:r>
    </w:p>
    <w:p w:rsidR="0057110E" w:rsidRDefault="0057110E" w:rsidP="005711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Cold Spring Harbor Laboratory</w:t>
      </w:r>
    </w:p>
    <w:p w:rsidR="0057110E" w:rsidRDefault="0057110E" w:rsidP="005711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With what type(s) of data do you currently work in your research? </w:t>
      </w:r>
      <w:r>
        <w:rPr>
          <w:rFonts w:ascii="Times New Roman" w:hAnsi="Times New Roman" w:cs="Times New Roman"/>
          <w:b/>
          <w:i/>
          <w:sz w:val="24"/>
          <w:szCs w:val="24"/>
        </w:rPr>
        <w:t>Please select all that apply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DNA/RNA/protein sequence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DNA/RNA/protein structure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Ecological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Images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Microscopic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Pathways/interactions/networks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Phenotype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Physiological/medical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Other</w:t>
      </w: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you currently work with large data sets (Big Data)?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Yes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IF NO:</w:t>
      </w:r>
    </w:p>
    <w:p w:rsidR="0057110E" w:rsidRPr="008D09BF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you think you will be working with large data sets sometime in the next three years?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Yes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terms of computational resources, what do you feel you need to remain a competitive researcher?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Free response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do you think your data analysis needs will change over the next three years?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Free response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do you see as the biggest data challenge facing biologists in the future?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Free response</w:t>
      </w:r>
    </w:p>
    <w:p w:rsidR="0057110E" w:rsidRPr="00913D24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  <w:sectPr w:rsidR="0057110E" w:rsidSect="00D35272">
          <w:headerReference w:type="default" r:id="rId7"/>
          <w:footerReference w:type="default" r:id="rId8"/>
          <w:pgSz w:w="12240" w:h="15840"/>
          <w:pgMar w:top="1080" w:right="1080" w:bottom="720" w:left="1080" w:header="540" w:footer="432" w:gutter="0"/>
          <w:cols w:space="720"/>
          <w:docGrid w:linePitch="272"/>
        </w:sect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Consider each of the following data analysis needs and respond in each column accordingly. </w:t>
      </w: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Is this currently important in your research?</w:t>
            </w:r>
          </w:p>
        </w:tc>
        <w:tc>
          <w:tcPr>
            <w:tcW w:w="2394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Does your institution meet this need for researchers?</w:t>
            </w:r>
          </w:p>
        </w:tc>
        <w:tc>
          <w:tcPr>
            <w:tcW w:w="2394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 you think this will be important to your research in three years?</w:t>
            </w:r>
          </w:p>
        </w:tc>
      </w:tr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Updated analysis software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Multi-step analysis workflows or pipelines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High-performance or cluster computing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Cloud computing (remote, configurable, on-demand computers)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</w:tbl>
    <w:p w:rsidR="0057110E" w:rsidRPr="008D09BF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Consider each of the following data storage, discovery, and sharing needs and respond in each column accordingly. </w:t>
      </w: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Is this currently important in your research?</w:t>
            </w:r>
          </w:p>
        </w:tc>
        <w:tc>
          <w:tcPr>
            <w:tcW w:w="2394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Does your institution meet this need for researchers?</w:t>
            </w:r>
          </w:p>
        </w:tc>
        <w:tc>
          <w:tcPr>
            <w:tcW w:w="2394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 you think this will be important to your research in three years?</w:t>
            </w:r>
          </w:p>
        </w:tc>
      </w:tr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Sufficient data storage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Search for data and discover relevant data sets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Share data with colleagues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394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Publish data to the community and/or archives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394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</w:tbl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Consider each of the following computational support and training needs and respond in each column accordingly. </w:t>
      </w: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286"/>
        <w:gridCol w:w="2286"/>
        <w:gridCol w:w="2286"/>
      </w:tblGrid>
      <w:tr w:rsidR="0057110E" w:rsidRPr="008D09BF" w:rsidTr="008F1768">
        <w:tc>
          <w:tcPr>
            <w:tcW w:w="2718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Is this currently important in your research?</w:t>
            </w:r>
          </w:p>
        </w:tc>
        <w:tc>
          <w:tcPr>
            <w:tcW w:w="2286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Does your institution meet this need for researchers?</w:t>
            </w:r>
          </w:p>
        </w:tc>
        <w:tc>
          <w:tcPr>
            <w:tcW w:w="2286" w:type="dxa"/>
            <w:vAlign w:val="center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9BF">
              <w:rPr>
                <w:rFonts w:ascii="Times New Roman" w:hAnsi="Times New Roman" w:cs="Times New Roman"/>
                <w:sz w:val="24"/>
                <w:szCs w:val="24"/>
              </w:rPr>
              <w:t>Do you think this will be important to your research in three years?</w:t>
            </w:r>
          </w:p>
        </w:tc>
      </w:tr>
      <w:tr w:rsidR="0057110E" w:rsidRPr="008D09BF" w:rsidTr="008F1768">
        <w:tc>
          <w:tcPr>
            <w:tcW w:w="2718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Support for bioinformatics and analysis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718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on basic computing (Linux) and scripting (Python, R)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718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on data management and metadata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718" w:type="dxa"/>
          </w:tcPr>
          <w:p w:rsidR="0057110E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on integration of multiple data types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  <w:tr w:rsidR="0057110E" w:rsidRPr="008D09BF" w:rsidTr="008F1768">
        <w:tc>
          <w:tcPr>
            <w:tcW w:w="2718" w:type="dxa"/>
          </w:tcPr>
          <w:p w:rsidR="0057110E" w:rsidRPr="008D09BF" w:rsidRDefault="0057110E" w:rsidP="008F1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on scaling analysis to cloud or high performance computing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  <w:tc>
          <w:tcPr>
            <w:tcW w:w="2286" w:type="dxa"/>
            <w:vAlign w:val="center"/>
          </w:tcPr>
          <w:p w:rsidR="0057110E" w:rsidRPr="00913D24" w:rsidRDefault="0057110E" w:rsidP="008F1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D24">
              <w:rPr>
                <w:rFonts w:ascii="Times New Roman" w:hAnsi="Times New Roman" w:cs="Times New Roman"/>
                <w:sz w:val="24"/>
                <w:szCs w:val="24"/>
              </w:rPr>
              <w:t>Yes/No/I don’t know</w:t>
            </w:r>
          </w:p>
        </w:tc>
      </w:tr>
    </w:tbl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 what academic discipline is your research? </w:t>
      </w:r>
      <w:r>
        <w:rPr>
          <w:rFonts w:ascii="Times New Roman" w:hAnsi="Times New Roman" w:cs="Times New Roman"/>
          <w:b/>
          <w:i/>
          <w:sz w:val="24"/>
          <w:szCs w:val="24"/>
        </w:rPr>
        <w:t>Select all that apply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Agriculture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Biochemistry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Bioengineering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Biogeography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Bioinformatics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Biomechanics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Biomedical research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Biophysics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Biotechnology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Botany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Cell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Cognitive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Conservation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Developmental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Environmental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Epidemiology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Evolutionary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Genetics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Integrative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Marine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Medicine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Molecular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 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Paleontology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Pathology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Phytopathology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Psychobiology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Structural biology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Zoology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</w:t>
      </w:r>
    </w:p>
    <w:p w:rsidR="0057110E" w:rsidRDefault="0057110E" w:rsidP="0057110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position(s) do you currently hold? </w:t>
      </w:r>
      <w:r>
        <w:rPr>
          <w:rFonts w:ascii="Times New Roman" w:hAnsi="Times New Roman" w:cs="Times New Roman"/>
          <w:b/>
          <w:i/>
          <w:sz w:val="24"/>
          <w:szCs w:val="24"/>
        </w:rPr>
        <w:t>Select all that apply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Researcher (PI)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Researcher (post-doc)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Industry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Faculty/educator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Student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Other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large is your research group?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Small research project (one PI)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Small laboratory (fewer than five people)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Large research project (multiple PIs)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Large laboratory (greater than five people)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Individual researcher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Do not work in a research capacity</w:t>
      </w:r>
    </w:p>
    <w:p w:rsidR="0057110E" w:rsidRPr="00DB3272" w:rsidRDefault="0057110E" w:rsidP="0057110E">
      <w:pPr>
        <w:rPr>
          <w:rFonts w:ascii="Times New Roman" w:hAnsi="Times New Roman" w:cs="Times New Roman"/>
          <w:sz w:val="24"/>
          <w:szCs w:val="24"/>
        </w:rPr>
      </w:pPr>
      <w:r w:rsidRPr="00DB3272">
        <w:rPr>
          <w:rFonts w:ascii="Times New Roman" w:hAnsi="Times New Roman" w:cs="Times New Roman"/>
          <w:sz w:val="24"/>
          <w:szCs w:val="24"/>
        </w:rPr>
        <w:tab/>
        <w:t>Other (please specify)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are your teaching responsibilities?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One course per term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Two courses per term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Three courses per term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Four courses per term</w:t>
      </w:r>
    </w:p>
    <w:p w:rsidR="0057110E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do not have any teaching responsibilities</w:t>
      </w:r>
    </w:p>
    <w:p w:rsidR="0057110E" w:rsidRPr="00DB3272" w:rsidRDefault="0057110E" w:rsidP="00571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3272">
        <w:rPr>
          <w:rFonts w:ascii="Times New Roman" w:hAnsi="Times New Roman" w:cs="Times New Roman"/>
          <w:sz w:val="24"/>
          <w:szCs w:val="24"/>
        </w:rPr>
        <w:t>Other (please specify)</w:t>
      </w:r>
    </w:p>
    <w:p w:rsidR="00D33B8C" w:rsidRDefault="00D33B8C" w:rsidP="008D223D">
      <w:pPr>
        <w:pStyle w:val="Heading1"/>
        <w:tabs>
          <w:tab w:val="left" w:pos="5040"/>
          <w:tab w:val="right" w:pos="10080"/>
        </w:tabs>
        <w:jc w:val="both"/>
        <w:rPr>
          <w:sz w:val="22"/>
        </w:rPr>
      </w:pPr>
    </w:p>
    <w:sectPr w:rsidR="00D33B8C" w:rsidSect="00D35272">
      <w:headerReference w:type="default" r:id="rId9"/>
      <w:pgSz w:w="12240" w:h="15840"/>
      <w:pgMar w:top="1080" w:right="1080" w:bottom="720" w:left="1080" w:header="540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0E" w:rsidRDefault="0057110E" w:rsidP="00A44C39">
      <w:r>
        <w:separator/>
      </w:r>
    </w:p>
  </w:endnote>
  <w:endnote w:type="continuationSeparator" w:id="0">
    <w:p w:rsidR="0057110E" w:rsidRDefault="0057110E" w:rsidP="00A4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01" w:usb1="1000204A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77" w:rsidRPr="00D35272" w:rsidRDefault="00CA0177" w:rsidP="00D35272">
    <w:pPr>
      <w:pStyle w:val="Footer"/>
      <w:tabs>
        <w:tab w:val="clear" w:pos="4320"/>
        <w:tab w:val="clear" w:pos="8640"/>
        <w:tab w:val="center" w:pos="5040"/>
        <w:tab w:val="right" w:pos="10440"/>
      </w:tabs>
      <w:ind w:left="-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0E" w:rsidRDefault="0057110E" w:rsidP="00A44C39">
      <w:r>
        <w:separator/>
      </w:r>
    </w:p>
  </w:footnote>
  <w:footnote w:type="continuationSeparator" w:id="0">
    <w:p w:rsidR="0057110E" w:rsidRDefault="0057110E" w:rsidP="00A44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77" w:rsidRPr="003532EF" w:rsidRDefault="00CA0177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 w:rsidRPr="003532EF">
      <w:rPr>
        <w:rFonts w:ascii="Futura Lt BT" w:hAnsi="Futura Lt BT"/>
      </w:rPr>
      <w:t xml:space="preserve">1 </w:t>
    </w:r>
    <w:proofErr w:type="spellStart"/>
    <w:r w:rsidRPr="003532EF">
      <w:rPr>
        <w:rFonts w:ascii="Futura Lt BT" w:hAnsi="Futura Lt BT"/>
      </w:rPr>
      <w:t>Bungtown</w:t>
    </w:r>
    <w:proofErr w:type="spellEnd"/>
    <w:r w:rsidRPr="003532EF">
      <w:rPr>
        <w:rFonts w:ascii="Futura Lt BT" w:hAnsi="Futura Lt BT"/>
      </w:rPr>
      <w:t xml:space="preserve"> Road</w:t>
    </w:r>
  </w:p>
  <w:p w:rsidR="00CA0177" w:rsidRDefault="00CA0177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>
      <w:rPr>
        <w:rFonts w:ascii="Futura Lt BT" w:hAnsi="Futura Lt BT"/>
      </w:rPr>
      <w:t>Cold Spring Harbor, NY 11724</w:t>
    </w:r>
  </w:p>
  <w:p w:rsidR="00CA0177" w:rsidRPr="003532EF" w:rsidRDefault="00CA0177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>
      <w:rPr>
        <w:rFonts w:ascii="Futura Lt BT" w:hAnsi="Futura Lt BT"/>
      </w:rPr>
      <w:t xml:space="preserve">Phone: </w:t>
    </w:r>
    <w:r w:rsidRPr="003532EF">
      <w:rPr>
        <w:rFonts w:ascii="Futura Lt BT" w:hAnsi="Futura Lt BT"/>
      </w:rPr>
      <w:t>(516) 367-5170</w:t>
    </w:r>
  </w:p>
  <w:p w:rsidR="00CA0177" w:rsidRPr="003532EF" w:rsidRDefault="00CA0177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 w:rsidRPr="003532EF">
      <w:rPr>
        <w:rFonts w:ascii="Futura Lt BT" w:hAnsi="Futura Lt BT"/>
      </w:rPr>
      <w:t>Fax</w:t>
    </w:r>
    <w:r>
      <w:rPr>
        <w:rFonts w:ascii="Futura Lt BT" w:hAnsi="Futura Lt BT"/>
      </w:rPr>
      <w:t>:</w:t>
    </w:r>
    <w:r w:rsidRPr="003532EF">
      <w:rPr>
        <w:rFonts w:ascii="Futura Lt BT" w:hAnsi="Futura Lt BT"/>
      </w:rPr>
      <w:t xml:space="preserve"> (516) 367-5182</w:t>
    </w:r>
  </w:p>
  <w:p w:rsidR="00CA0177" w:rsidRPr="003532EF" w:rsidRDefault="00CA0177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 w:rsidRPr="003532EF">
      <w:rPr>
        <w:rFonts w:ascii="Futura Lt BT" w:hAnsi="Futura Lt BT"/>
      </w:rPr>
      <w:t>Internet: www.dnalc.org</w:t>
    </w:r>
  </w:p>
  <w:p w:rsidR="00CA0177" w:rsidRPr="003532EF" w:rsidRDefault="00CA0177" w:rsidP="00497794">
    <w:pPr>
      <w:pStyle w:val="ReturnAddress"/>
      <w:framePr w:w="2930" w:h="1231" w:wrap="notBeside" w:hAnchor="page" w:x="8701" w:y="586"/>
      <w:ind w:right="180"/>
      <w:jc w:val="right"/>
      <w:rPr>
        <w:rFonts w:ascii="Futura Lt BT" w:hAnsi="Futura Lt BT"/>
      </w:rPr>
    </w:pPr>
    <w:r w:rsidRPr="003532EF">
      <w:rPr>
        <w:rFonts w:ascii="Futura Lt BT" w:hAnsi="Futura Lt BT"/>
      </w:rPr>
      <w:t>Email: dnalc@cshl.edu</w:t>
    </w:r>
  </w:p>
  <w:p w:rsidR="00CA0177" w:rsidRPr="007213CC" w:rsidRDefault="00732472" w:rsidP="00D35272">
    <w:pPr>
      <w:pStyle w:val="Header"/>
      <w:tabs>
        <w:tab w:val="left" w:pos="1260"/>
      </w:tabs>
      <w:ind w:left="-540"/>
      <w:rPr>
        <w:rFonts w:ascii="Garamond" w:hAnsi="Garamond"/>
        <w:i/>
        <w:iCs/>
        <w:color w:val="808080"/>
        <w:sz w:val="32"/>
        <w:szCs w:val="32"/>
      </w:rPr>
    </w:pPr>
    <w:r>
      <w:rPr>
        <w:rFonts w:ascii="Garamond" w:hAnsi="Garamond"/>
        <w:i/>
        <w:iCs/>
        <w:noProof/>
        <w:color w:val="808080"/>
        <w:sz w:val="32"/>
        <w:szCs w:val="32"/>
      </w:rPr>
      <w:drawing>
        <wp:inline distT="0" distB="0" distL="0" distR="0" wp14:anchorId="05D4CDB0" wp14:editId="4FE39B66">
          <wp:extent cx="4248150" cy="7446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hl-dnalc-8-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7648" cy="746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10E" w:rsidRPr="007213CC" w:rsidRDefault="0057110E" w:rsidP="00D35272">
    <w:pPr>
      <w:pStyle w:val="Header"/>
      <w:tabs>
        <w:tab w:val="left" w:pos="1260"/>
      </w:tabs>
      <w:ind w:left="-540"/>
      <w:rPr>
        <w:rFonts w:ascii="Garamond" w:hAnsi="Garamond"/>
        <w:i/>
        <w:iCs/>
        <w:color w:val="808080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mailMerge>
    <w:mainDocumentType w:val="formLetters"/>
    <w:linkToQuery/>
    <w:dataType w:val="textFile"/>
    <w:query w:val="SELECT * FROM G:\Leadership Institute 2001\Leadership 01 Accept List.doc"/>
    <w:destination w:val="printer"/>
    <w:odso/>
  </w:mailMerge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0E"/>
    <w:rsid w:val="000F0C05"/>
    <w:rsid w:val="00110392"/>
    <w:rsid w:val="003528D1"/>
    <w:rsid w:val="003532EF"/>
    <w:rsid w:val="00497794"/>
    <w:rsid w:val="0057110E"/>
    <w:rsid w:val="005E7DA7"/>
    <w:rsid w:val="00683C24"/>
    <w:rsid w:val="007213CC"/>
    <w:rsid w:val="00732472"/>
    <w:rsid w:val="0087222B"/>
    <w:rsid w:val="008740EC"/>
    <w:rsid w:val="008A5702"/>
    <w:rsid w:val="008D223D"/>
    <w:rsid w:val="00996111"/>
    <w:rsid w:val="009C2D56"/>
    <w:rsid w:val="009C49AB"/>
    <w:rsid w:val="00A44C39"/>
    <w:rsid w:val="00AE342D"/>
    <w:rsid w:val="00B00683"/>
    <w:rsid w:val="00B64B29"/>
    <w:rsid w:val="00B96AD6"/>
    <w:rsid w:val="00C54695"/>
    <w:rsid w:val="00CA0177"/>
    <w:rsid w:val="00D11768"/>
    <w:rsid w:val="00D33B8C"/>
    <w:rsid w:val="00D34BC8"/>
    <w:rsid w:val="00D35272"/>
    <w:rsid w:val="00E17289"/>
    <w:rsid w:val="00E8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10E"/>
    <w:rPr>
      <w:rFonts w:ascii="Arial" w:eastAsiaTheme="minorHAnsi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eastAsia="Times New Roman" w:hAnsi="Times New Roman" w:cs="Times New Roman"/>
      <w:sz w:val="16"/>
    </w:rPr>
  </w:style>
  <w:style w:type="paragraph" w:styleId="BodyText">
    <w:name w:val="Body Text"/>
    <w:basedOn w:val="Normal"/>
    <w:semiHidden/>
    <w:rPr>
      <w:rFonts w:ascii="Times New Roman" w:eastAsia="Times New Roman" w:hAnsi="Times New Roman" w:cs="Times New Roman"/>
      <w:sz w:val="28"/>
    </w:rPr>
  </w:style>
  <w:style w:type="paragraph" w:customStyle="1" w:styleId="Default">
    <w:name w:val="Default"/>
    <w:basedOn w:val="Normal"/>
    <w:pPr>
      <w:widowControl w:val="0"/>
      <w:tabs>
        <w:tab w:val="left" w:pos="671"/>
        <w:tab w:val="left" w:pos="1343"/>
        <w:tab w:val="left" w:pos="2016"/>
        <w:tab w:val="left" w:pos="2687"/>
        <w:tab w:val="left" w:pos="3359"/>
        <w:tab w:val="left" w:pos="4032"/>
        <w:tab w:val="left" w:pos="4703"/>
        <w:tab w:val="left" w:pos="5375"/>
        <w:tab w:val="left" w:pos="6048"/>
        <w:tab w:val="left" w:pos="6719"/>
        <w:tab w:val="left" w:pos="7391"/>
        <w:tab w:val="left" w:pos="8064"/>
        <w:tab w:val="left" w:pos="8735"/>
        <w:tab w:val="left" w:pos="9407"/>
      </w:tabs>
    </w:pPr>
    <w:rPr>
      <w:rFonts w:ascii="Times" w:eastAsia="Times New Roman" w:hAnsi="Times" w:cs="Times New Roman"/>
      <w:snapToGrid w:val="0"/>
      <w:color w:val="000000"/>
      <w:sz w:val="24"/>
    </w:rPr>
  </w:style>
  <w:style w:type="character" w:styleId="Hyperlink">
    <w:name w:val="Hyperlink"/>
    <w:uiPriority w:val="99"/>
    <w:unhideWhenUsed/>
    <w:rsid w:val="003532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FF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3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110E"/>
    <w:rPr>
      <w:rFonts w:ascii="Arial" w:eastAsiaTheme="minorHAns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10E"/>
    <w:rPr>
      <w:rFonts w:ascii="Arial" w:eastAsiaTheme="minorHAnsi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eastAsia="Times New Roman" w:hAnsi="Times New Roman" w:cs="Times New Roman"/>
      <w:sz w:val="16"/>
    </w:rPr>
  </w:style>
  <w:style w:type="paragraph" w:styleId="BodyText">
    <w:name w:val="Body Text"/>
    <w:basedOn w:val="Normal"/>
    <w:semiHidden/>
    <w:rPr>
      <w:rFonts w:ascii="Times New Roman" w:eastAsia="Times New Roman" w:hAnsi="Times New Roman" w:cs="Times New Roman"/>
      <w:sz w:val="28"/>
    </w:rPr>
  </w:style>
  <w:style w:type="paragraph" w:customStyle="1" w:styleId="Default">
    <w:name w:val="Default"/>
    <w:basedOn w:val="Normal"/>
    <w:pPr>
      <w:widowControl w:val="0"/>
      <w:tabs>
        <w:tab w:val="left" w:pos="671"/>
        <w:tab w:val="left" w:pos="1343"/>
        <w:tab w:val="left" w:pos="2016"/>
        <w:tab w:val="left" w:pos="2687"/>
        <w:tab w:val="left" w:pos="3359"/>
        <w:tab w:val="left" w:pos="4032"/>
        <w:tab w:val="left" w:pos="4703"/>
        <w:tab w:val="left" w:pos="5375"/>
        <w:tab w:val="left" w:pos="6048"/>
        <w:tab w:val="left" w:pos="6719"/>
        <w:tab w:val="left" w:pos="7391"/>
        <w:tab w:val="left" w:pos="8064"/>
        <w:tab w:val="left" w:pos="8735"/>
        <w:tab w:val="left" w:pos="9407"/>
      </w:tabs>
    </w:pPr>
    <w:rPr>
      <w:rFonts w:ascii="Times" w:eastAsia="Times New Roman" w:hAnsi="Times" w:cs="Times New Roman"/>
      <w:snapToGrid w:val="0"/>
      <w:color w:val="000000"/>
      <w:sz w:val="24"/>
    </w:rPr>
  </w:style>
  <w:style w:type="character" w:styleId="Hyperlink">
    <w:name w:val="Hyperlink"/>
    <w:uiPriority w:val="99"/>
    <w:unhideWhenUsed/>
    <w:rsid w:val="003532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FF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3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110E"/>
    <w:rPr>
      <w:rFonts w:ascii="Arial" w:eastAsiaTheme="minorHAns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say\AppData\Roaming\Microsoft\Templates\DNALC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DNALC Letterhead Template</Template>
  <TotalTime>1</TotalTime>
  <Pages>4</Pages>
  <Words>581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test</vt:lpstr>
    </vt:vector>
  </TitlesOfParts>
  <Company>Cold Spring Harbor Laboratory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test</dc:title>
  <dc:creator>Lindsay Barone</dc:creator>
  <cp:lastModifiedBy>Lindsay Barone</cp:lastModifiedBy>
  <cp:revision>1</cp:revision>
  <cp:lastPrinted>2012-07-06T15:06:00Z</cp:lastPrinted>
  <dcterms:created xsi:type="dcterms:W3CDTF">2017-02-13T18:47:00Z</dcterms:created>
  <dcterms:modified xsi:type="dcterms:W3CDTF">2017-02-13T18:48:00Z</dcterms:modified>
</cp:coreProperties>
</file>