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09444" w14:textId="77777777" w:rsidR="009B137D" w:rsidRPr="009B137D" w:rsidRDefault="009B137D" w:rsidP="009B137D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9B137D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Every entry: Date, Notes (concerns, analysis, tasks I did, keeping track of file names, etc.) </w:t>
      </w:r>
    </w:p>
    <w:p w14:paraId="58A4B8F6" w14:textId="77777777" w:rsidR="009B137D" w:rsidRPr="009B137D" w:rsidRDefault="009B137D" w:rsidP="009B137D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9B137D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Similar sequence MASTER sheet what I compare my data to</w:t>
      </w:r>
    </w:p>
    <w:p w14:paraId="4258A16A" w14:textId="77777777" w:rsidR="009B137D" w:rsidRPr="009B137D" w:rsidRDefault="009B137D" w:rsidP="009B137D">
      <w:pPr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BC54E09" w14:textId="77777777" w:rsidR="009B137D" w:rsidRPr="009B137D" w:rsidRDefault="009B137D" w:rsidP="009B137D">
      <w:pPr>
        <w:shd w:val="clear" w:color="auto" w:fill="FFFFFF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B4F7FD2" w14:textId="77777777" w:rsidR="009B137D" w:rsidRPr="009B137D" w:rsidRDefault="009B137D" w:rsidP="009B137D">
      <w:pPr>
        <w:shd w:val="clear" w:color="auto" w:fill="FFFFFF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3E758E1" w14:textId="77777777" w:rsidR="009B137D" w:rsidRPr="009B137D" w:rsidRDefault="009B137D" w:rsidP="009B137D">
      <w:pPr>
        <w:numPr>
          <w:ilvl w:val="0"/>
          <w:numId w:val="2"/>
        </w:numPr>
        <w:shd w:val="clear" w:color="auto" w:fill="FFFFFF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Start blank analysis EVERYTIME </w:t>
      </w:r>
    </w:p>
    <w:p w14:paraId="6D49956A" w14:textId="77777777" w:rsidR="009B137D" w:rsidRPr="009B137D" w:rsidRDefault="009B137D" w:rsidP="009B137D">
      <w:pPr>
        <w:numPr>
          <w:ilvl w:val="0"/>
          <w:numId w:val="2"/>
        </w:numPr>
        <w:shd w:val="clear" w:color="auto" w:fill="FFFFFF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Find the working first, copy and paste it into the working tab</w:t>
      </w:r>
    </w:p>
    <w:p w14:paraId="3AF5F001" w14:textId="77777777" w:rsidR="009B137D" w:rsidRPr="009B137D" w:rsidRDefault="009B137D" w:rsidP="009B137D">
      <w:pPr>
        <w:numPr>
          <w:ilvl w:val="0"/>
          <w:numId w:val="2"/>
        </w:numPr>
        <w:shd w:val="clear" w:color="auto" w:fill="FFFFFF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Find the comparison, copy and paste it into comparison tab </w:t>
      </w:r>
    </w:p>
    <w:p w14:paraId="080530CE" w14:textId="77777777" w:rsidR="009B137D" w:rsidRPr="009B137D" w:rsidRDefault="009B137D" w:rsidP="009B137D">
      <w:pPr>
        <w:numPr>
          <w:ilvl w:val="0"/>
          <w:numId w:val="2"/>
        </w:numPr>
        <w:shd w:val="clear" w:color="auto" w:fill="FFFFFF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View &gt; macros (Working tab (macros))</w:t>
      </w:r>
    </w:p>
    <w:p w14:paraId="4A2E0B87" w14:textId="77777777" w:rsidR="009B137D" w:rsidRPr="009B137D" w:rsidRDefault="009B137D" w:rsidP="009B137D">
      <w:pPr>
        <w:numPr>
          <w:ilvl w:val="0"/>
          <w:numId w:val="2"/>
        </w:numPr>
        <w:shd w:val="clear" w:color="auto" w:fill="FFFFFF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This workbook covid analysis </w:t>
      </w:r>
    </w:p>
    <w:p w14:paraId="637D18D3" w14:textId="77777777" w:rsidR="009B137D" w:rsidRPr="009B137D" w:rsidRDefault="009B137D" w:rsidP="009B137D">
      <w:pPr>
        <w:numPr>
          <w:ilvl w:val="0"/>
          <w:numId w:val="2"/>
        </w:numPr>
        <w:shd w:val="clear" w:color="auto" w:fill="FFFFFF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Run </w:t>
      </w:r>
    </w:p>
    <w:p w14:paraId="512E4E3D" w14:textId="77777777" w:rsidR="009B137D" w:rsidRPr="009B137D" w:rsidRDefault="009B137D" w:rsidP="009B137D">
      <w:pPr>
        <w:numPr>
          <w:ilvl w:val="0"/>
          <w:numId w:val="2"/>
        </w:numPr>
        <w:shd w:val="clear" w:color="auto" w:fill="FFFFFF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Name: ex. B.1.1.7. Spike vs Wuhan </w:t>
      </w:r>
    </w:p>
    <w:p w14:paraId="787C501A" w14:textId="77777777" w:rsidR="009B137D" w:rsidRPr="009B137D" w:rsidRDefault="009B137D" w:rsidP="009B137D">
      <w:pPr>
        <w:numPr>
          <w:ilvl w:val="1"/>
          <w:numId w:val="3"/>
        </w:numPr>
        <w:shd w:val="clear" w:color="auto" w:fill="FFFFFF"/>
        <w:ind w:left="1440" w:hanging="36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Loss </w:t>
      </w:r>
    </w:p>
    <w:p w14:paraId="5419DC65" w14:textId="77777777" w:rsidR="009B137D" w:rsidRPr="009B137D" w:rsidRDefault="009B137D" w:rsidP="009B137D">
      <w:pPr>
        <w:numPr>
          <w:ilvl w:val="0"/>
          <w:numId w:val="2"/>
        </w:numPr>
        <w:shd w:val="clear" w:color="auto" w:fill="FFFFFF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Check the no match founds (analysis on) </w:t>
      </w:r>
    </w:p>
    <w:p w14:paraId="7F28FEB5" w14:textId="77777777" w:rsidR="009B137D" w:rsidRPr="009B137D" w:rsidRDefault="009B137D" w:rsidP="009B137D">
      <w:pPr>
        <w:numPr>
          <w:ilvl w:val="1"/>
          <w:numId w:val="4"/>
        </w:numPr>
        <w:shd w:val="clear" w:color="auto" w:fill="FFFFFF"/>
        <w:ind w:left="1440" w:hanging="36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See if true or false: if false= SKIP</w:t>
      </w:r>
    </w:p>
    <w:p w14:paraId="62C054CC" w14:textId="77777777" w:rsidR="009B137D" w:rsidRPr="009B137D" w:rsidRDefault="009B137D" w:rsidP="009B137D">
      <w:pPr>
        <w:numPr>
          <w:ilvl w:val="1"/>
          <w:numId w:val="5"/>
        </w:numPr>
        <w:shd w:val="clear" w:color="auto" w:fill="FFFFFF"/>
        <w:ind w:left="1440" w:hanging="36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If true, does this peptide look like this peptide (best option vs peptide)</w:t>
      </w:r>
    </w:p>
    <w:p w14:paraId="0781F772" w14:textId="77777777" w:rsidR="009B137D" w:rsidRPr="009B137D" w:rsidRDefault="009B137D" w:rsidP="009B137D">
      <w:pPr>
        <w:numPr>
          <w:ilvl w:val="1"/>
          <w:numId w:val="6"/>
        </w:numPr>
        <w:shd w:val="clear" w:color="auto" w:fill="FFFFFF"/>
        <w:ind w:left="1440" w:hanging="36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If peptide is the same, then go to correct and put in 1 and compare the peptide number to peptide start </w:t>
      </w:r>
    </w:p>
    <w:p w14:paraId="1FFE8205" w14:textId="77777777" w:rsidR="009B137D" w:rsidRPr="009B137D" w:rsidRDefault="009B137D" w:rsidP="009B137D">
      <w:pPr>
        <w:numPr>
          <w:ilvl w:val="1"/>
          <w:numId w:val="7"/>
        </w:numPr>
        <w:shd w:val="clear" w:color="auto" w:fill="FFFFFF"/>
        <w:ind w:left="1440" w:hanging="36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1 under correct when true, compare peptide numbers</w:t>
      </w:r>
    </w:p>
    <w:p w14:paraId="01CEB6BD" w14:textId="77777777" w:rsidR="009B137D" w:rsidRPr="009B137D" w:rsidRDefault="009B137D" w:rsidP="009B137D">
      <w:pPr>
        <w:numPr>
          <w:ilvl w:val="1"/>
          <w:numId w:val="8"/>
        </w:numPr>
        <w:shd w:val="clear" w:color="auto" w:fill="FFFFFF"/>
        <w:ind w:left="1440" w:hanging="36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If peptide numbers off, delete the one </w:t>
      </w:r>
    </w:p>
    <w:p w14:paraId="7245179F" w14:textId="77777777" w:rsidR="009B137D" w:rsidRPr="009B137D" w:rsidRDefault="009B137D" w:rsidP="009B137D">
      <w:pPr>
        <w:shd w:val="clear" w:color="auto" w:fill="FFFFFF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FA819FC" w14:textId="77777777" w:rsidR="009B137D" w:rsidRPr="009B137D" w:rsidRDefault="009B137D" w:rsidP="009B137D">
      <w:pPr>
        <w:numPr>
          <w:ilvl w:val="0"/>
          <w:numId w:val="9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When done, view macros, compcodes, run </w:t>
      </w:r>
    </w:p>
    <w:p w14:paraId="4EF9C69E" w14:textId="77777777" w:rsidR="009B137D" w:rsidRPr="009B137D" w:rsidRDefault="009B137D" w:rsidP="009B137D">
      <w:pPr>
        <w:numPr>
          <w:ilvl w:val="0"/>
          <w:numId w:val="10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 xml:space="preserve">Control a, home, sort and filter, sort by </w:t>
      </w:r>
      <w:r w:rsidRPr="009B137D">
        <w:rPr>
          <w:rFonts w:ascii="Arial" w:eastAsia="Times New Roman" w:hAnsi="Arial" w:cs="Arial"/>
          <w:b/>
          <w:bCs/>
          <w:color w:val="424242"/>
          <w:kern w:val="0"/>
          <w:sz w:val="28"/>
          <w:szCs w:val="28"/>
          <w14:ligatures w14:val="none"/>
        </w:rPr>
        <w:t>notes </w:t>
      </w:r>
    </w:p>
    <w:p w14:paraId="5F456EB8" w14:textId="77777777" w:rsidR="009B137D" w:rsidRPr="009B137D" w:rsidRDefault="009B137D" w:rsidP="009B137D">
      <w:pPr>
        <w:numPr>
          <w:ilvl w:val="0"/>
          <w:numId w:val="11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Relative rank change, type in =, then click match rank, then type “-”, click rank, enter</w:t>
      </w:r>
    </w:p>
    <w:p w14:paraId="05B56216" w14:textId="77777777" w:rsidR="009B137D" w:rsidRPr="009B137D" w:rsidRDefault="009B137D" w:rsidP="009B137D">
      <w:pPr>
        <w:numPr>
          <w:ilvl w:val="0"/>
          <w:numId w:val="12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The drag drown to where it says “no match” and enter</w:t>
      </w:r>
    </w:p>
    <w:p w14:paraId="1A80A649" w14:textId="77777777" w:rsidR="009B137D" w:rsidRPr="009B137D" w:rsidRDefault="009B137D" w:rsidP="009B137D">
      <w:pPr>
        <w:shd w:val="clear" w:color="auto" w:fill="FFFFFF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477EC26" w14:textId="77777777" w:rsidR="009B137D" w:rsidRPr="009B137D" w:rsidRDefault="009B137D" w:rsidP="009B137D">
      <w:pPr>
        <w:shd w:val="clear" w:color="auto" w:fill="FFFFFF"/>
        <w:rPr>
          <w:rFonts w:ascii="Times New Roman" w:eastAsia="Times New Roman" w:hAnsi="Times New Roman" w:cs="Times New Roman"/>
          <w:kern w:val="0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Put these numbers into my workbook. </w:t>
      </w:r>
    </w:p>
    <w:p w14:paraId="17AB5F66" w14:textId="77777777" w:rsidR="009B137D" w:rsidRPr="009B137D" w:rsidRDefault="009B137D" w:rsidP="009B137D">
      <w:pPr>
        <w:numPr>
          <w:ilvl w:val="0"/>
          <w:numId w:val="13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Paste working sheet, paste values, paste formating </w:t>
      </w:r>
    </w:p>
    <w:p w14:paraId="24778D9E" w14:textId="77777777" w:rsidR="009B137D" w:rsidRPr="009B137D" w:rsidRDefault="009B137D" w:rsidP="009B137D">
      <w:pPr>
        <w:numPr>
          <w:ilvl w:val="0"/>
          <w:numId w:val="14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</w:p>
    <w:p w14:paraId="1980BDC4" w14:textId="77777777" w:rsidR="009B137D" w:rsidRPr="009B137D" w:rsidRDefault="009B137D" w:rsidP="009B137D">
      <w:pPr>
        <w:numPr>
          <w:ilvl w:val="0"/>
          <w:numId w:val="15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Put into my workbook, new sheet, label ex. b117S vs wuhan </w:t>
      </w:r>
    </w:p>
    <w:p w14:paraId="7AFCDA19" w14:textId="77777777" w:rsidR="009B137D" w:rsidRPr="009B137D" w:rsidRDefault="009B137D" w:rsidP="009B137D">
      <w:pPr>
        <w:numPr>
          <w:ilvl w:val="0"/>
          <w:numId w:val="16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Control a, sort and filter, custom sort, sort by relative rank change, (my list has headers), ok</w:t>
      </w:r>
    </w:p>
    <w:p w14:paraId="5147DF60" w14:textId="77777777" w:rsidR="009B137D" w:rsidRPr="009B137D" w:rsidRDefault="009B137D" w:rsidP="009B137D">
      <w:pPr>
        <w:numPr>
          <w:ilvl w:val="0"/>
          <w:numId w:val="17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Into epitope table, label working vs comparison </w:t>
      </w:r>
    </w:p>
    <w:p w14:paraId="4D514E1A" w14:textId="77777777" w:rsidR="009B137D" w:rsidRPr="009B137D" w:rsidRDefault="009B137D" w:rsidP="009B137D">
      <w:pPr>
        <w:numPr>
          <w:ilvl w:val="0"/>
          <w:numId w:val="18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Highlight relative rank </w:t>
      </w:r>
    </w:p>
    <w:p w14:paraId="432E0852" w14:textId="77777777" w:rsidR="009B137D" w:rsidRPr="009B137D" w:rsidRDefault="009B137D" w:rsidP="009B137D">
      <w:pPr>
        <w:numPr>
          <w:ilvl w:val="0"/>
          <w:numId w:val="19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Add count count tab to first sheet and =count(    then highlight to the last -10</w:t>
      </w:r>
    </w:p>
    <w:p w14:paraId="58021990" w14:textId="77777777" w:rsidR="009B137D" w:rsidRPr="009B137D" w:rsidRDefault="009B137D" w:rsidP="009B137D">
      <w:pPr>
        <w:numPr>
          <w:ilvl w:val="0"/>
          <w:numId w:val="20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Put in the count into the epitope table </w:t>
      </w:r>
    </w:p>
    <w:p w14:paraId="639B991B" w14:textId="77777777" w:rsidR="009B137D" w:rsidRPr="009B137D" w:rsidRDefault="009B137D" w:rsidP="009B137D">
      <w:pPr>
        <w:numPr>
          <w:ilvl w:val="0"/>
          <w:numId w:val="21"/>
        </w:numPr>
        <w:shd w:val="clear" w:color="auto" w:fill="FFFFFF"/>
        <w:ind w:left="1440"/>
        <w:textAlignment w:val="baseline"/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t>Count the red and highlight second number chart and put number into epitope table </w:t>
      </w:r>
    </w:p>
    <w:p w14:paraId="634D7AF2" w14:textId="77777777" w:rsidR="009B137D" w:rsidRPr="009B137D" w:rsidRDefault="009B137D" w:rsidP="009B137D">
      <w:pPr>
        <w:shd w:val="clear" w:color="auto" w:fill="FFFFFF"/>
        <w:rPr>
          <w:rFonts w:ascii="Times New Roman" w:eastAsia="Times New Roman" w:hAnsi="Times New Roman" w:cs="Times New Roman"/>
          <w:kern w:val="0"/>
          <w14:ligatures w14:val="none"/>
        </w:rPr>
      </w:pPr>
      <w:r w:rsidRPr="009B137D">
        <w:rPr>
          <w:rFonts w:ascii="Arial" w:eastAsia="Times New Roman" w:hAnsi="Arial" w:cs="Arial"/>
          <w:color w:val="424242"/>
          <w:kern w:val="0"/>
          <w:sz w:val="28"/>
          <w:szCs w:val="28"/>
          <w14:ligatures w14:val="none"/>
        </w:rPr>
        <w:lastRenderedPageBreak/>
        <w:t>When done, exist out and start a new blank sheet. </w:t>
      </w:r>
    </w:p>
    <w:p w14:paraId="2E728376" w14:textId="77777777" w:rsidR="009B137D" w:rsidRPr="009B137D" w:rsidRDefault="009B137D" w:rsidP="009B137D">
      <w:pPr>
        <w:shd w:val="clear" w:color="auto" w:fill="FFFFFF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A2A0EC5" w14:textId="77777777" w:rsidR="009B137D" w:rsidRPr="009B137D" w:rsidRDefault="009B137D" w:rsidP="009B137D">
      <w:pPr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2DE8926" w14:textId="77777777" w:rsidR="00A4562D" w:rsidRDefault="00A4562D"/>
    <w:sectPr w:rsidR="00A45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518A"/>
    <w:multiLevelType w:val="hybridMultilevel"/>
    <w:tmpl w:val="B45466AA"/>
    <w:lvl w:ilvl="0" w:tplc="E488C634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3B632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FA5E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A41E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FC3C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640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AAA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E4A7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426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534715"/>
    <w:multiLevelType w:val="hybridMultilevel"/>
    <w:tmpl w:val="5986BFD8"/>
    <w:lvl w:ilvl="0" w:tplc="79007ED4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A7C75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CCC4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8E1C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686A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CAA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E888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AC8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D0D9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AF727C"/>
    <w:multiLevelType w:val="hybridMultilevel"/>
    <w:tmpl w:val="8B223E00"/>
    <w:lvl w:ilvl="0" w:tplc="05667876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02A2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C01D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70E9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7011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8C4E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8A9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C8A7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4C2A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E748DC"/>
    <w:multiLevelType w:val="hybridMultilevel"/>
    <w:tmpl w:val="B5785392"/>
    <w:lvl w:ilvl="0" w:tplc="9D5092D8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B9E7A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2CB4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0A18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855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50A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7AE1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26B8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C6F1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B0EC4"/>
    <w:multiLevelType w:val="hybridMultilevel"/>
    <w:tmpl w:val="56B282BA"/>
    <w:lvl w:ilvl="0" w:tplc="BB80A4AE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EA4E0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9ED6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68D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6EF0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962F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2245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A65D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5254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C37B7B"/>
    <w:multiLevelType w:val="hybridMultilevel"/>
    <w:tmpl w:val="E00EFCF0"/>
    <w:lvl w:ilvl="0" w:tplc="37E6C812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13EC0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4641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60B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1CD3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764E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6461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284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92B4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445918"/>
    <w:multiLevelType w:val="hybridMultilevel"/>
    <w:tmpl w:val="48C07C70"/>
    <w:lvl w:ilvl="0" w:tplc="4EC439C4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7602E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DA0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5C5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D475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3C60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8267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DAC5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7A1B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4B7A76"/>
    <w:multiLevelType w:val="hybridMultilevel"/>
    <w:tmpl w:val="8FD09D88"/>
    <w:lvl w:ilvl="0" w:tplc="F9F274B2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FE82E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B464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F22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F48C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B2CB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B09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2463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0E31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4A0624"/>
    <w:multiLevelType w:val="hybridMultilevel"/>
    <w:tmpl w:val="87AC4E54"/>
    <w:lvl w:ilvl="0" w:tplc="7C0668A4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F2EE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A689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892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E07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984F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E03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0F3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DC6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2912B4"/>
    <w:multiLevelType w:val="hybridMultilevel"/>
    <w:tmpl w:val="5C742C8A"/>
    <w:lvl w:ilvl="0" w:tplc="16A41A8A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424D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D46A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52C8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49D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696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94B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609F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288F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392B08"/>
    <w:multiLevelType w:val="hybridMultilevel"/>
    <w:tmpl w:val="3190E6B0"/>
    <w:lvl w:ilvl="0" w:tplc="71C07756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CC622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D41E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140C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07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0A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245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22A6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643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AF43F9"/>
    <w:multiLevelType w:val="hybridMultilevel"/>
    <w:tmpl w:val="F864B87A"/>
    <w:lvl w:ilvl="0" w:tplc="ADC0408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EC8B2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CA38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A62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0EAB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B2A3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0620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0C7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A05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DE600B"/>
    <w:multiLevelType w:val="hybridMultilevel"/>
    <w:tmpl w:val="B43AC35C"/>
    <w:lvl w:ilvl="0" w:tplc="173CE0FE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A8436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AA21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ACC4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6E26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4CC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0C50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306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CC53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BE5484"/>
    <w:multiLevelType w:val="multilevel"/>
    <w:tmpl w:val="1E981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B5498B"/>
    <w:multiLevelType w:val="multilevel"/>
    <w:tmpl w:val="4C248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1807409">
    <w:abstractNumId w:val="13"/>
  </w:num>
  <w:num w:numId="2" w16cid:durableId="1452555931">
    <w:abstractNumId w:val="14"/>
  </w:num>
  <w:num w:numId="3" w16cid:durableId="792018405">
    <w:abstractNumId w:val="14"/>
    <w:lvlOverride w:ilvl="1">
      <w:lvl w:ilvl="1">
        <w:numFmt w:val="lowerLetter"/>
        <w:lvlText w:val="%2."/>
        <w:lvlJc w:val="left"/>
      </w:lvl>
    </w:lvlOverride>
  </w:num>
  <w:num w:numId="4" w16cid:durableId="755783199">
    <w:abstractNumId w:val="14"/>
    <w:lvlOverride w:ilvl="1">
      <w:lvl w:ilvl="1">
        <w:numFmt w:val="lowerLetter"/>
        <w:lvlText w:val="%2."/>
        <w:lvlJc w:val="left"/>
      </w:lvl>
    </w:lvlOverride>
  </w:num>
  <w:num w:numId="5" w16cid:durableId="251352435">
    <w:abstractNumId w:val="14"/>
    <w:lvlOverride w:ilvl="1">
      <w:lvl w:ilvl="1">
        <w:numFmt w:val="lowerLetter"/>
        <w:lvlText w:val="%2."/>
        <w:lvlJc w:val="left"/>
      </w:lvl>
    </w:lvlOverride>
  </w:num>
  <w:num w:numId="6" w16cid:durableId="2092852691">
    <w:abstractNumId w:val="14"/>
    <w:lvlOverride w:ilvl="1">
      <w:lvl w:ilvl="1">
        <w:numFmt w:val="lowerLetter"/>
        <w:lvlText w:val="%2."/>
        <w:lvlJc w:val="left"/>
      </w:lvl>
    </w:lvlOverride>
  </w:num>
  <w:num w:numId="7" w16cid:durableId="519708713">
    <w:abstractNumId w:val="14"/>
    <w:lvlOverride w:ilvl="1">
      <w:lvl w:ilvl="1">
        <w:numFmt w:val="lowerLetter"/>
        <w:lvlText w:val="%2."/>
        <w:lvlJc w:val="left"/>
      </w:lvl>
    </w:lvlOverride>
  </w:num>
  <w:num w:numId="8" w16cid:durableId="1064648275">
    <w:abstractNumId w:val="14"/>
    <w:lvlOverride w:ilvl="1">
      <w:lvl w:ilvl="1">
        <w:numFmt w:val="lowerLetter"/>
        <w:lvlText w:val="%2."/>
        <w:lvlJc w:val="left"/>
      </w:lvl>
    </w:lvlOverride>
  </w:num>
  <w:num w:numId="9" w16cid:durableId="724597320">
    <w:abstractNumId w:val="11"/>
  </w:num>
  <w:num w:numId="10" w16cid:durableId="2025395542">
    <w:abstractNumId w:val="10"/>
  </w:num>
  <w:num w:numId="11" w16cid:durableId="1005210454">
    <w:abstractNumId w:val="2"/>
  </w:num>
  <w:num w:numId="12" w16cid:durableId="1718889025">
    <w:abstractNumId w:val="8"/>
  </w:num>
  <w:num w:numId="13" w16cid:durableId="1189100629">
    <w:abstractNumId w:val="6"/>
  </w:num>
  <w:num w:numId="14" w16cid:durableId="1099832577">
    <w:abstractNumId w:val="9"/>
  </w:num>
  <w:num w:numId="15" w16cid:durableId="1630090204">
    <w:abstractNumId w:val="4"/>
  </w:num>
  <w:num w:numId="16" w16cid:durableId="867838309">
    <w:abstractNumId w:val="5"/>
  </w:num>
  <w:num w:numId="17" w16cid:durableId="1281913932">
    <w:abstractNumId w:val="3"/>
  </w:num>
  <w:num w:numId="18" w16cid:durableId="1785617719">
    <w:abstractNumId w:val="7"/>
  </w:num>
  <w:num w:numId="19" w16cid:durableId="1267687331">
    <w:abstractNumId w:val="0"/>
  </w:num>
  <w:num w:numId="20" w16cid:durableId="747727203">
    <w:abstractNumId w:val="12"/>
  </w:num>
  <w:num w:numId="21" w16cid:durableId="1375346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37D"/>
    <w:rsid w:val="0001768C"/>
    <w:rsid w:val="000323A0"/>
    <w:rsid w:val="001211A5"/>
    <w:rsid w:val="001D5550"/>
    <w:rsid w:val="00571E94"/>
    <w:rsid w:val="00660EF2"/>
    <w:rsid w:val="00673CE9"/>
    <w:rsid w:val="00675525"/>
    <w:rsid w:val="008E33CC"/>
    <w:rsid w:val="009B137D"/>
    <w:rsid w:val="009C73A6"/>
    <w:rsid w:val="00A27E4C"/>
    <w:rsid w:val="00A4562D"/>
    <w:rsid w:val="00A9472D"/>
    <w:rsid w:val="00B01D5E"/>
    <w:rsid w:val="00D055CE"/>
    <w:rsid w:val="00D225A2"/>
    <w:rsid w:val="00DC6ED4"/>
    <w:rsid w:val="00E8753F"/>
    <w:rsid w:val="00F6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6886DD"/>
  <w15:chartTrackingRefBased/>
  <w15:docId w15:val="{6C86B7CA-F2FA-6F42-8ACB-C6A66220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137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0</TotalTime>
  <Pages>2</Pages>
  <Words>236</Words>
  <Characters>1347</Characters>
  <Application>Microsoft Office Word</Application>
  <DocSecurity>4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Kim, Grace J.</dc:creator>
  <cp:keywords/>
  <dc:description/>
  <cp:lastModifiedBy>Kim, Grace J.</cp:lastModifiedBy>
  <cp:revision>2</cp:revision>
  <dcterms:created xsi:type="dcterms:W3CDTF">2024-05-22T14:25:00Z</dcterms:created>
  <dcterms:modified xsi:type="dcterms:W3CDTF">2024-05-22T14:25:00Z</dcterms:modified>
</cp:coreProperties>
</file>